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CD" w:rsidRDefault="007911CD">
      <w:bookmarkStart w:id="0" w:name="_GoBack"/>
      <w:bookmarkEnd w:id="0"/>
    </w:p>
    <w:sectPr w:rsidR="007911CD" w:rsidSect="00F41DAD">
      <w:headerReference w:type="default" r:id="rId6"/>
      <w:pgSz w:w="16838" w:h="11906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1CD" w:rsidRDefault="007911CD">
      <w:r>
        <w:separator/>
      </w:r>
    </w:p>
  </w:endnote>
  <w:endnote w:type="continuationSeparator" w:id="0">
    <w:p w:rsidR="007911CD" w:rsidRDefault="007911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1CD" w:rsidRDefault="007911CD">
      <w:r>
        <w:separator/>
      </w:r>
    </w:p>
  </w:footnote>
  <w:footnote w:type="continuationSeparator" w:id="0">
    <w:p w:rsidR="007911CD" w:rsidRDefault="007911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1CD" w:rsidRDefault="007911C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85.5pt;margin-top:-43pt;width:846pt;height:598.5pt;z-index:-251656192">
          <v:imagedata r:id="rId1" o:title="" chromakey="#fdfdfd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1C2A"/>
    <w:rsid w:val="00012466"/>
    <w:rsid w:val="00162B35"/>
    <w:rsid w:val="001A1688"/>
    <w:rsid w:val="002362C7"/>
    <w:rsid w:val="003C5982"/>
    <w:rsid w:val="003E507D"/>
    <w:rsid w:val="00411C2A"/>
    <w:rsid w:val="005A72A7"/>
    <w:rsid w:val="005D53FE"/>
    <w:rsid w:val="006F0B3A"/>
    <w:rsid w:val="007911CD"/>
    <w:rsid w:val="00B26FCB"/>
    <w:rsid w:val="00CF1048"/>
    <w:rsid w:val="00D70236"/>
    <w:rsid w:val="00E57304"/>
    <w:rsid w:val="00F41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304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11C2A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11C2A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0</Words>
  <Characters>0</Characters>
  <Application>Microsoft Office Outlook</Application>
  <DocSecurity>0</DocSecurity>
  <Lines>0</Lines>
  <Paragraphs>0</Paragraphs>
  <ScaleCrop>false</ScaleCrop>
  <Company>Hirose Printing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Hirose Printing Company</dc:creator>
  <cp:keywords/>
  <dc:description/>
  <cp:lastModifiedBy>Hirose Printing Company</cp:lastModifiedBy>
  <cp:revision>2</cp:revision>
  <dcterms:created xsi:type="dcterms:W3CDTF">2014-02-26T07:46:00Z</dcterms:created>
  <dcterms:modified xsi:type="dcterms:W3CDTF">2014-02-26T07:46:00Z</dcterms:modified>
</cp:coreProperties>
</file>